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092E8BC6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6D3021">
        <w:rPr>
          <w:rFonts w:ascii="Arial" w:hAnsi="Arial"/>
          <w:lang w:val="fr-BE"/>
        </w:rPr>
        <w:t xml:space="preserve">la vanne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D3021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6D3021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6D3021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6D3021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991" w14:textId="77777777" w:rsidR="006240FF" w:rsidRDefault="006240FF">
      <w:r>
        <w:separator/>
      </w:r>
    </w:p>
  </w:endnote>
  <w:endnote w:type="continuationSeparator" w:id="0">
    <w:p w14:paraId="386A0BF8" w14:textId="77777777" w:rsidR="006240FF" w:rsidRDefault="0062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6D27" w14:textId="77777777" w:rsidR="006240FF" w:rsidRDefault="006240FF">
      <w:r>
        <w:separator/>
      </w:r>
    </w:p>
  </w:footnote>
  <w:footnote w:type="continuationSeparator" w:id="0">
    <w:p w14:paraId="06074492" w14:textId="77777777" w:rsidR="006240FF" w:rsidRDefault="0062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01528095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6D3021">
      <w:rPr>
        <w:rFonts w:ascii="Arial" w:hAnsi="Arial"/>
        <w:b/>
        <w:lang w:val="fr-BE"/>
      </w:rPr>
      <w:t>sans</w:t>
    </w:r>
    <w:r w:rsidR="003D562A">
      <w:rPr>
        <w:rFonts w:ascii="Arial" w:hAnsi="Arial"/>
        <w:b/>
        <w:lang w:val="fr-BE"/>
      </w:rPr>
      <w:t xml:space="preserve">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40FF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3021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2D8E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364D4B-C045-450F-A928-B52F2FFC5A93}"/>
</file>

<file path=customXml/itemProps2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2023-12-22T08:32:00Z</dcterms:created>
  <dcterms:modified xsi:type="dcterms:W3CDTF">2023-12-22T08:32:00Z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